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C1421" w:rsidRPr="008C1421">
        <w:rPr>
          <w:rFonts w:ascii="Corbel" w:hAnsi="Corbel"/>
          <w:bCs/>
          <w:i/>
        </w:rPr>
        <w:t>Załącznik nr 1.5 do Zarządzenia Rektora UR nr 61/2025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705E3" w:rsidRPr="003705E3">
        <w:rPr>
          <w:rFonts w:ascii="Corbel" w:hAnsi="Corbel"/>
          <w:b/>
          <w:smallCaps/>
          <w:sz w:val="24"/>
          <w:szCs w:val="24"/>
        </w:rPr>
        <w:t>202</w:t>
      </w:r>
      <w:r w:rsidR="008C1421">
        <w:rPr>
          <w:rFonts w:ascii="Corbel" w:hAnsi="Corbel"/>
          <w:b/>
          <w:smallCaps/>
          <w:sz w:val="24"/>
          <w:szCs w:val="24"/>
        </w:rPr>
        <w:t>5</w:t>
      </w:r>
      <w:r w:rsidR="003705E3" w:rsidRPr="003705E3">
        <w:rPr>
          <w:rFonts w:ascii="Corbel" w:hAnsi="Corbel"/>
          <w:b/>
          <w:smallCaps/>
          <w:sz w:val="24"/>
          <w:szCs w:val="24"/>
        </w:rPr>
        <w:t>-202</w:t>
      </w:r>
      <w:r w:rsidR="008C1421">
        <w:rPr>
          <w:rFonts w:ascii="Corbel" w:hAnsi="Corbel"/>
          <w:b/>
          <w:smallCaps/>
          <w:sz w:val="24"/>
          <w:szCs w:val="24"/>
        </w:rPr>
        <w:t>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41BAF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3FDE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3705E3">
        <w:rPr>
          <w:rFonts w:ascii="Corbel" w:hAnsi="Corbel"/>
          <w:sz w:val="20"/>
          <w:szCs w:val="20"/>
        </w:rPr>
        <w:t xml:space="preserve"> </w:t>
      </w:r>
      <w:r w:rsidR="003705E3" w:rsidRPr="003705E3">
        <w:rPr>
          <w:rFonts w:ascii="Corbel" w:hAnsi="Corbel"/>
          <w:sz w:val="20"/>
          <w:szCs w:val="20"/>
        </w:rPr>
        <w:t>202</w:t>
      </w:r>
      <w:r w:rsidR="006C03EC">
        <w:rPr>
          <w:rFonts w:ascii="Corbel" w:hAnsi="Corbel"/>
          <w:sz w:val="20"/>
          <w:szCs w:val="20"/>
        </w:rPr>
        <w:t>6</w:t>
      </w:r>
      <w:r w:rsidR="003705E3" w:rsidRPr="003705E3">
        <w:rPr>
          <w:rFonts w:ascii="Corbel" w:hAnsi="Corbel"/>
          <w:sz w:val="20"/>
          <w:szCs w:val="20"/>
        </w:rPr>
        <w:t>/202</w:t>
      </w:r>
      <w:r w:rsidR="006C03EC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41BAF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41BAF">
              <w:rPr>
                <w:rFonts w:ascii="Corbel" w:hAnsi="Corbel"/>
                <w:sz w:val="24"/>
                <w:szCs w:val="24"/>
              </w:rPr>
              <w:t>Pozarządowe formy bezpieczeństwa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MK12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C14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18625C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C1ABE" w:rsidRDefault="00EE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3FD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8C1421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C14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53C7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79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86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2753E"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C1A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2753E"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862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242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862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41BAF" w:rsidRDefault="00741BAF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85747A" w:rsidRPr="009C54AE" w:rsidRDefault="00741BA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741BAF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(zaliczenie z oceną)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741BAF" w:rsidRPr="009C54AE" w:rsidRDefault="00741BA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18625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na temat kompetencji organizacji pozarządowych oraz roli jaką pełnią w systemie bezpieczeństwa wewnętrznego. </w:t>
            </w:r>
          </w:p>
        </w:tc>
      </w:tr>
    </w:tbl>
    <w:p w:rsidR="00741BAF" w:rsidRDefault="00741BA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41BA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862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posiada wiedzę na temat aktów prawnych mających wpływ na pozarządowe formy bezpieczeństwa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8625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1862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posiada wiedzą na temat działalności samorządów oraz roli społeczeństwa obywatelskiego w Polsce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862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8625C" w:rsidRDefault="0018625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625C">
              <w:rPr>
                <w:rFonts w:ascii="Corbel" w:hAnsi="Corbel"/>
                <w:b w:val="0"/>
                <w:sz w:val="24"/>
                <w:szCs w:val="24"/>
              </w:rPr>
              <w:t>Student posiada wiedzę na temat podmiotów międzynarodowych mających wpływ na pozarządowe formy bezpieczeństwa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CC3267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Posiada wiedzę na temat prawidłowych zachowań w</w:t>
            </w:r>
            <w:r w:rsidR="001279A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CC3267">
              <w:rPr>
                <w:rFonts w:ascii="Corbel" w:hAnsi="Corbel"/>
                <w:b w:val="0"/>
                <w:smallCaps w:val="0"/>
                <w:szCs w:val="24"/>
              </w:rPr>
              <w:t>społeczeństwie obywatelskim</w:t>
            </w:r>
          </w:p>
        </w:tc>
        <w:tc>
          <w:tcPr>
            <w:tcW w:w="1873" w:type="dxa"/>
          </w:tcPr>
          <w:p w:rsidR="0085747A" w:rsidRPr="009C54AE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CC3267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Interpretuje zjawiska dotyczące bezpieczeństwa i</w:t>
            </w:r>
            <w:r w:rsidR="001279A2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CC3267">
              <w:rPr>
                <w:rFonts w:ascii="Corbel" w:hAnsi="Corbel"/>
                <w:b w:val="0"/>
                <w:smallCaps w:val="0"/>
                <w:szCs w:val="24"/>
              </w:rPr>
              <w:t>dokonuje ich powiązań z formami pozarządowymi</w:t>
            </w:r>
          </w:p>
        </w:tc>
        <w:tc>
          <w:tcPr>
            <w:tcW w:w="1873" w:type="dxa"/>
          </w:tcPr>
          <w:p w:rsidR="0085747A" w:rsidRPr="009C54AE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53C7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8625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CC3267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Wykorzystuje zdobytą wiedzę do interpretowania zachodzących zjawisk</w:t>
            </w:r>
          </w:p>
        </w:tc>
        <w:tc>
          <w:tcPr>
            <w:tcW w:w="1873" w:type="dxa"/>
          </w:tcPr>
          <w:p w:rsidR="0085747A" w:rsidRPr="009C54AE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18625C" w:rsidRPr="009C54AE" w:rsidTr="005E6E85">
        <w:tc>
          <w:tcPr>
            <w:tcW w:w="1701" w:type="dxa"/>
          </w:tcPr>
          <w:p w:rsidR="0018625C" w:rsidRPr="009C54AE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53C7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18625C" w:rsidRPr="00CC3267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Wykorzystuje zdobytą widzę w celu analizowania problemów zachodzących w społeczeństwie</w:t>
            </w:r>
          </w:p>
        </w:tc>
        <w:tc>
          <w:tcPr>
            <w:tcW w:w="1873" w:type="dxa"/>
          </w:tcPr>
          <w:p w:rsidR="0018625C" w:rsidRPr="009C54AE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8625C" w:rsidRPr="009C54AE" w:rsidTr="005E6E85">
        <w:tc>
          <w:tcPr>
            <w:tcW w:w="1701" w:type="dxa"/>
          </w:tcPr>
          <w:p w:rsidR="0018625C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53C7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18625C" w:rsidRPr="00CC3267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Proponuje rozwiązania konkretnych problemów oraz przewiduje skutki planowanych działań</w:t>
            </w:r>
          </w:p>
        </w:tc>
        <w:tc>
          <w:tcPr>
            <w:tcW w:w="1873" w:type="dxa"/>
          </w:tcPr>
          <w:p w:rsidR="0018625C" w:rsidRPr="009C54AE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  <w:r w:rsidR="00492D07">
              <w:rPr>
                <w:rFonts w:ascii="Corbel" w:hAnsi="Corbel"/>
                <w:b w:val="0"/>
                <w:smallCaps w:val="0"/>
                <w:szCs w:val="24"/>
              </w:rPr>
              <w:t>, K_U08</w:t>
            </w:r>
          </w:p>
        </w:tc>
      </w:tr>
      <w:tr w:rsidR="0018625C" w:rsidRPr="009C54AE" w:rsidTr="005E6E85">
        <w:tc>
          <w:tcPr>
            <w:tcW w:w="1701" w:type="dxa"/>
          </w:tcPr>
          <w:p w:rsidR="0018625C" w:rsidRDefault="001862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53C7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18625C" w:rsidRPr="00CC3267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3267">
              <w:rPr>
                <w:rFonts w:ascii="Corbel" w:hAnsi="Corbel"/>
                <w:b w:val="0"/>
                <w:smallCaps w:val="0"/>
                <w:szCs w:val="24"/>
              </w:rPr>
              <w:t>Potrafi współpracować w grupie i realizować powierzone zadania</w:t>
            </w:r>
          </w:p>
        </w:tc>
        <w:tc>
          <w:tcPr>
            <w:tcW w:w="1873" w:type="dxa"/>
          </w:tcPr>
          <w:p w:rsidR="0018625C" w:rsidRPr="009C54AE" w:rsidRDefault="00CC326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CC326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CC3267" w:rsidRPr="00CC3267" w:rsidRDefault="00CC3267" w:rsidP="00CC326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267" w:rsidRPr="009C54AE" w:rsidTr="00923D7D">
        <w:tc>
          <w:tcPr>
            <w:tcW w:w="9639" w:type="dxa"/>
          </w:tcPr>
          <w:p w:rsidR="00CC3267" w:rsidRPr="009C54AE" w:rsidRDefault="00CC3267" w:rsidP="00CC326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dotyczące pozarządowych form bezpieczeństwa</w:t>
            </w:r>
          </w:p>
        </w:tc>
      </w:tr>
      <w:tr w:rsidR="00CC3267" w:rsidRPr="009C54AE" w:rsidTr="00923D7D">
        <w:tc>
          <w:tcPr>
            <w:tcW w:w="9639" w:type="dxa"/>
          </w:tcPr>
          <w:p w:rsidR="00CC3267" w:rsidRPr="009C54AE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Rodzaje, zasady oraz obszar działania organizacji pozarządowych</w:t>
            </w:r>
          </w:p>
        </w:tc>
      </w:tr>
      <w:tr w:rsidR="00CC3267" w:rsidRPr="009C54AE" w:rsidTr="00923D7D">
        <w:tc>
          <w:tcPr>
            <w:tcW w:w="9639" w:type="dxa"/>
          </w:tcPr>
          <w:p w:rsidR="00CC3267" w:rsidRPr="009C54AE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społeczeństwa obywatelskiego</w:t>
            </w:r>
          </w:p>
        </w:tc>
      </w:tr>
      <w:tr w:rsidR="00CC3267" w:rsidRPr="009C54AE" w:rsidTr="00923D7D">
        <w:tc>
          <w:tcPr>
            <w:tcW w:w="9639" w:type="dxa"/>
          </w:tcPr>
          <w:p w:rsidR="00CC3267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międzynarodowe organizacje pozarządowe</w:t>
            </w:r>
          </w:p>
        </w:tc>
      </w:tr>
      <w:tr w:rsidR="00CC3267" w:rsidRPr="009C54AE" w:rsidTr="00923D7D">
        <w:tc>
          <w:tcPr>
            <w:tcW w:w="9639" w:type="dxa"/>
          </w:tcPr>
          <w:p w:rsidR="00CC3267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Samorządy oraz organizacje pozarządowe w Polsce</w:t>
            </w:r>
          </w:p>
        </w:tc>
      </w:tr>
      <w:tr w:rsidR="00CC3267" w:rsidRPr="009C54AE" w:rsidTr="00923D7D">
        <w:tc>
          <w:tcPr>
            <w:tcW w:w="9639" w:type="dxa"/>
          </w:tcPr>
          <w:p w:rsidR="00CC3267" w:rsidRDefault="00CC3267" w:rsidP="00CC32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i nadzór działalności samorządów i organizacji pozarządowych w Polsce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C3267" w:rsidRDefault="00153C41" w:rsidP="001279A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CC3267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C53C74" w:rsidRPr="001279A2" w:rsidRDefault="00C53C74" w:rsidP="001279A2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5103"/>
        <w:gridCol w:w="2126"/>
      </w:tblGrid>
      <w:tr w:rsidR="00C6062A" w:rsidRPr="009C54AE" w:rsidTr="00A32465">
        <w:tc>
          <w:tcPr>
            <w:tcW w:w="2410" w:type="dxa"/>
            <w:vAlign w:val="center"/>
          </w:tcPr>
          <w:p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41B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6062A" w:rsidRPr="009C54AE" w:rsidTr="00A32465">
        <w:tc>
          <w:tcPr>
            <w:tcW w:w="2410" w:type="dxa"/>
          </w:tcPr>
          <w:p w:rsidR="00C6062A" w:rsidRPr="009C54AE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C6062A" w:rsidRPr="00D3638F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:rsidTr="00A32465">
        <w:tc>
          <w:tcPr>
            <w:tcW w:w="2410" w:type="dxa"/>
          </w:tcPr>
          <w:p w:rsidR="00C6062A" w:rsidRPr="009C54AE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:rsidTr="00A32465">
        <w:tc>
          <w:tcPr>
            <w:tcW w:w="2410" w:type="dxa"/>
          </w:tcPr>
          <w:p w:rsidR="00C6062A" w:rsidRPr="009C54AE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6062A" w:rsidRPr="009C54AE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:rsidTr="00A32465">
        <w:tc>
          <w:tcPr>
            <w:tcW w:w="2410" w:type="dxa"/>
          </w:tcPr>
          <w:p w:rsidR="00C6062A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:rsidTr="00A32465">
        <w:tc>
          <w:tcPr>
            <w:tcW w:w="2410" w:type="dxa"/>
          </w:tcPr>
          <w:p w:rsidR="00C6062A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6062A" w:rsidRPr="009C54AE" w:rsidTr="00A32465">
        <w:tc>
          <w:tcPr>
            <w:tcW w:w="2410" w:type="dxa"/>
          </w:tcPr>
          <w:p w:rsidR="00C6062A" w:rsidRDefault="00C6062A" w:rsidP="00A324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:rsidR="00C6062A" w:rsidRDefault="00C6062A" w:rsidP="00A324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6062A" w:rsidRDefault="00C6062A" w:rsidP="00C606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sprawdzający wiedzę studentów </w:t>
            </w:r>
          </w:p>
          <w:p w:rsidR="00C6062A" w:rsidRDefault="00C6062A" w:rsidP="00C606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aktywności podczas zajęć</w:t>
            </w:r>
          </w:p>
          <w:p w:rsidR="0085747A" w:rsidRPr="009C54AE" w:rsidRDefault="00C60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za przygotowany projekt zaliczeniowy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6062A" w:rsidP="00C606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ED211B" w:rsidRPr="009C54AE" w:rsidTr="0071620A">
        <w:trPr>
          <w:trHeight w:val="397"/>
        </w:trPr>
        <w:tc>
          <w:tcPr>
            <w:tcW w:w="3544" w:type="dxa"/>
          </w:tcPr>
          <w:p w:rsidR="00ED211B" w:rsidRPr="009C54AE" w:rsidRDefault="00ED211B" w:rsidP="00ED21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D211B" w:rsidRPr="009C54AE" w:rsidRDefault="00ED211B" w:rsidP="00ED211B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4D4252">
              <w:t>Nie dotyczy</w:t>
            </w:r>
          </w:p>
        </w:tc>
      </w:tr>
      <w:tr w:rsidR="00ED211B" w:rsidRPr="009C54AE" w:rsidTr="0071620A">
        <w:trPr>
          <w:trHeight w:val="397"/>
        </w:trPr>
        <w:tc>
          <w:tcPr>
            <w:tcW w:w="3544" w:type="dxa"/>
          </w:tcPr>
          <w:p w:rsidR="00ED211B" w:rsidRPr="009C54AE" w:rsidRDefault="00ED211B" w:rsidP="00ED21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D211B" w:rsidRPr="009C54AE" w:rsidRDefault="00ED211B" w:rsidP="00ED211B">
            <w:pPr>
              <w:rPr>
                <w:rFonts w:ascii="Corbel" w:hAnsi="Corbel"/>
                <w:b/>
                <w:smallCaps/>
                <w:szCs w:val="24"/>
              </w:rPr>
            </w:pPr>
            <w:r w:rsidRPr="004D4252">
              <w:t>Nie dotyczy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6062A" w:rsidRDefault="00C6062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79A2" w:rsidRPr="009C54AE" w:rsidRDefault="001279A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C6062A" w:rsidRPr="009C54AE" w:rsidTr="00A32465">
        <w:trPr>
          <w:trHeight w:val="397"/>
        </w:trPr>
        <w:tc>
          <w:tcPr>
            <w:tcW w:w="7513" w:type="dxa"/>
          </w:tcPr>
          <w:p w:rsidR="00C6062A" w:rsidRDefault="00C6062A" w:rsidP="00A3246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E3FD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E3FDE" w:rsidRPr="00EE3FDE" w:rsidRDefault="00EE3FDE" w:rsidP="00A3246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C6062A" w:rsidRDefault="00C6062A" w:rsidP="00EE3FDE">
            <w:pPr>
              <w:pStyle w:val="Punktygwne"/>
              <w:spacing w:before="0" w:after="0"/>
              <w:jc w:val="both"/>
              <w:rPr>
                <w:rStyle w:val="wrtext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135C9D">
              <w:rPr>
                <w:rStyle w:val="wrtext"/>
                <w:b w:val="0"/>
                <w:sz w:val="20"/>
                <w:szCs w:val="20"/>
              </w:rPr>
              <w:t>A. Misiuk, Administracja porządku i bezpieczeństwa publicznego. Zagadnienia prawno-us</w:t>
            </w:r>
            <w:r>
              <w:rPr>
                <w:rStyle w:val="wrtext"/>
                <w:b w:val="0"/>
                <w:sz w:val="20"/>
                <w:szCs w:val="20"/>
              </w:rPr>
              <w:t>trojowe, Warszawa 2008.</w:t>
            </w:r>
          </w:p>
          <w:p w:rsidR="00C6062A" w:rsidRDefault="00C6062A" w:rsidP="00EE3FDE">
            <w:pPr>
              <w:pStyle w:val="Punktygwne"/>
              <w:spacing w:before="0" w:after="0"/>
              <w:jc w:val="both"/>
              <w:rPr>
                <w:rStyle w:val="wrtext"/>
                <w:b w:val="0"/>
                <w:sz w:val="20"/>
                <w:szCs w:val="20"/>
              </w:rPr>
            </w:pPr>
            <w:r>
              <w:rPr>
                <w:rStyle w:val="wrtext"/>
                <w:b w:val="0"/>
                <w:sz w:val="20"/>
                <w:szCs w:val="20"/>
              </w:rPr>
              <w:t>2.</w:t>
            </w:r>
            <w:r>
              <w:t xml:space="preserve"> </w:t>
            </w:r>
            <w:r w:rsidRPr="00135C9D">
              <w:rPr>
                <w:rStyle w:val="wrtext"/>
                <w:b w:val="0"/>
                <w:sz w:val="20"/>
                <w:szCs w:val="20"/>
              </w:rPr>
              <w:t>A. Urban, Bezpieczeństwo społeczności lokalnych, Warszawa 2009.</w:t>
            </w:r>
          </w:p>
          <w:p w:rsidR="00C6062A" w:rsidRPr="00135C9D" w:rsidRDefault="00C6062A" w:rsidP="00EE3FDE">
            <w:pPr>
              <w:pStyle w:val="Punktygwne"/>
              <w:spacing w:before="0" w:after="0"/>
              <w:jc w:val="both"/>
              <w:rPr>
                <w:b w:val="0"/>
                <w:sz w:val="20"/>
                <w:szCs w:val="20"/>
              </w:rPr>
            </w:pPr>
            <w:r>
              <w:rPr>
                <w:rStyle w:val="wrtext"/>
                <w:b w:val="0"/>
                <w:sz w:val="20"/>
                <w:szCs w:val="20"/>
              </w:rPr>
              <w:t xml:space="preserve">3. </w:t>
            </w:r>
            <w:r w:rsidRPr="00135C9D">
              <w:rPr>
                <w:rStyle w:val="wrtext"/>
                <w:b w:val="0"/>
                <w:sz w:val="20"/>
                <w:szCs w:val="20"/>
              </w:rPr>
              <w:t>Kurleto M. H., Organizacje pozarządowe w działalności pożytku publicznego, Wydawnictwo Prawnicze LexisNexis , Warszawa 2008.</w:t>
            </w:r>
          </w:p>
        </w:tc>
      </w:tr>
      <w:tr w:rsidR="00C6062A" w:rsidRPr="009C54AE" w:rsidTr="00A32465">
        <w:trPr>
          <w:trHeight w:val="397"/>
        </w:trPr>
        <w:tc>
          <w:tcPr>
            <w:tcW w:w="7513" w:type="dxa"/>
          </w:tcPr>
          <w:p w:rsidR="00C6062A" w:rsidRDefault="00C6062A" w:rsidP="00A3246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E3FD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E3FDE" w:rsidRPr="00EE3FDE" w:rsidRDefault="00EE3FDE" w:rsidP="00A3246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C6062A" w:rsidRDefault="00C6062A" w:rsidP="00EE3FDE">
            <w:pPr>
              <w:pStyle w:val="Punktygwne"/>
              <w:spacing w:before="0" w:after="0"/>
              <w:jc w:val="both"/>
              <w:rPr>
                <w:rStyle w:val="wrtext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135C9D">
              <w:rPr>
                <w:rStyle w:val="wrtext"/>
                <w:b w:val="0"/>
                <w:sz w:val="20"/>
                <w:szCs w:val="20"/>
              </w:rPr>
              <w:t>Serafin T., Parszowski S., Bezpieczeństwo społeczności Lokalnych. Programy prewencyjne w systemie bezpieczeństwa: zarządzanie bezpieczeństwem, Difin, Warszawa 2011.</w:t>
            </w:r>
          </w:p>
          <w:p w:rsidR="00C6062A" w:rsidRDefault="00C6062A" w:rsidP="00EE3FDE">
            <w:pPr>
              <w:pStyle w:val="Punktygwne"/>
              <w:spacing w:before="0" w:after="0"/>
              <w:jc w:val="both"/>
              <w:rPr>
                <w:rStyle w:val="wrtext"/>
                <w:b w:val="0"/>
                <w:sz w:val="20"/>
                <w:szCs w:val="20"/>
              </w:rPr>
            </w:pPr>
            <w:r>
              <w:rPr>
                <w:rStyle w:val="wrtext"/>
                <w:b w:val="0"/>
                <w:sz w:val="20"/>
                <w:szCs w:val="20"/>
              </w:rPr>
              <w:t xml:space="preserve">2. </w:t>
            </w:r>
            <w:r w:rsidRPr="00135C9D">
              <w:rPr>
                <w:rStyle w:val="wrtext"/>
                <w:b w:val="0"/>
                <w:sz w:val="20"/>
                <w:szCs w:val="20"/>
              </w:rPr>
              <w:t>A. Skrabacz, Bezpieczeństwo społeczne. Podstawy teoretyczne i praktyczne, Warszawa 2012.</w:t>
            </w:r>
          </w:p>
          <w:p w:rsidR="00C6062A" w:rsidRDefault="00C6062A" w:rsidP="00EE3FDE">
            <w:pPr>
              <w:pStyle w:val="Punktygwne"/>
              <w:spacing w:before="0" w:after="0"/>
              <w:jc w:val="both"/>
              <w:rPr>
                <w:rStyle w:val="wrtext"/>
                <w:b w:val="0"/>
                <w:sz w:val="20"/>
                <w:szCs w:val="20"/>
              </w:rPr>
            </w:pPr>
            <w:r>
              <w:rPr>
                <w:rStyle w:val="wrtext"/>
                <w:b w:val="0"/>
                <w:sz w:val="20"/>
                <w:szCs w:val="20"/>
              </w:rPr>
              <w:t xml:space="preserve">3. </w:t>
            </w:r>
            <w:r w:rsidRPr="00135C9D">
              <w:rPr>
                <w:rStyle w:val="wrtext"/>
                <w:b w:val="0"/>
                <w:sz w:val="20"/>
                <w:szCs w:val="20"/>
              </w:rPr>
              <w:t>W. Kitler, Bezpieczeństwo narodowe RP, Warszawa 2011</w:t>
            </w:r>
            <w:r>
              <w:rPr>
                <w:rStyle w:val="wrtext"/>
                <w:b w:val="0"/>
                <w:sz w:val="20"/>
                <w:szCs w:val="20"/>
              </w:rPr>
              <w:t>.</w:t>
            </w:r>
          </w:p>
          <w:p w:rsidR="00C6062A" w:rsidRPr="009C54AE" w:rsidRDefault="00C6062A" w:rsidP="00EE3F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Style w:val="wrtext"/>
                <w:b w:val="0"/>
                <w:sz w:val="20"/>
                <w:szCs w:val="20"/>
              </w:rPr>
              <w:t xml:space="preserve">4. </w:t>
            </w:r>
            <w:r w:rsidRPr="00135C9D">
              <w:rPr>
                <w:rStyle w:val="wrtext"/>
                <w:b w:val="0"/>
                <w:sz w:val="20"/>
                <w:szCs w:val="20"/>
              </w:rPr>
              <w:t>Sochala C., Współdziałanie w realizacji zadań na rzecz bezpieczeństwa narodowego Rzeczypospolitej Polskiej w XXI w. - w sytuacjach zagrożeń. Wybrane zagadnienia [w:] Pacek B., Piątek Z., Olearczyk S. (red.), Współdziałanie Sił Zbrojnych RP z Policją i administracją samorządową w sytuacjach zagrożeń, Stowarzyszenie Ruch Wspólnot Obronnych, Warszawa 2012.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10E" w:rsidRDefault="000E710E" w:rsidP="00C16ABF">
      <w:pPr>
        <w:spacing w:after="0" w:line="240" w:lineRule="auto"/>
      </w:pPr>
      <w:r>
        <w:separator/>
      </w:r>
    </w:p>
  </w:endnote>
  <w:endnote w:type="continuationSeparator" w:id="0">
    <w:p w:rsidR="000E710E" w:rsidRDefault="000E71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10E" w:rsidRDefault="000E710E" w:rsidP="00C16ABF">
      <w:pPr>
        <w:spacing w:after="0" w:line="240" w:lineRule="auto"/>
      </w:pPr>
      <w:r>
        <w:separator/>
      </w:r>
    </w:p>
  </w:footnote>
  <w:footnote w:type="continuationSeparator" w:id="0">
    <w:p w:rsidR="000E710E" w:rsidRDefault="000E710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25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A9A"/>
    <w:rsid w:val="000C1ABE"/>
    <w:rsid w:val="000D04B0"/>
    <w:rsid w:val="000D0B33"/>
    <w:rsid w:val="000E710E"/>
    <w:rsid w:val="000F1C57"/>
    <w:rsid w:val="000F5615"/>
    <w:rsid w:val="00124BFF"/>
    <w:rsid w:val="0012560E"/>
    <w:rsid w:val="00127108"/>
    <w:rsid w:val="001279A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625C"/>
    <w:rsid w:val="00192F37"/>
    <w:rsid w:val="001A70D2"/>
    <w:rsid w:val="001D2B4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A0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5E3"/>
    <w:rsid w:val="00387E1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D07"/>
    <w:rsid w:val="004968E2"/>
    <w:rsid w:val="004A3EEA"/>
    <w:rsid w:val="004A4D1F"/>
    <w:rsid w:val="004A79A5"/>
    <w:rsid w:val="004D5282"/>
    <w:rsid w:val="004F1551"/>
    <w:rsid w:val="004F55A3"/>
    <w:rsid w:val="0050496F"/>
    <w:rsid w:val="00513B6F"/>
    <w:rsid w:val="00517C63"/>
    <w:rsid w:val="005242DB"/>
    <w:rsid w:val="0052753E"/>
    <w:rsid w:val="00530618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C6B7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3E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BAF"/>
    <w:rsid w:val="00745302"/>
    <w:rsid w:val="007461D6"/>
    <w:rsid w:val="00746EC8"/>
    <w:rsid w:val="00763BF1"/>
    <w:rsid w:val="00766FD4"/>
    <w:rsid w:val="00776CB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C6D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421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172"/>
    <w:rsid w:val="009508DF"/>
    <w:rsid w:val="00950DAC"/>
    <w:rsid w:val="00954A07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DC7"/>
    <w:rsid w:val="00AE5FCB"/>
    <w:rsid w:val="00AF2C1E"/>
    <w:rsid w:val="00B06142"/>
    <w:rsid w:val="00B135B1"/>
    <w:rsid w:val="00B167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B5B"/>
    <w:rsid w:val="00BA49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139"/>
    <w:rsid w:val="00C26CB7"/>
    <w:rsid w:val="00C324C1"/>
    <w:rsid w:val="00C36992"/>
    <w:rsid w:val="00C53C74"/>
    <w:rsid w:val="00C56036"/>
    <w:rsid w:val="00C6062A"/>
    <w:rsid w:val="00C61DC5"/>
    <w:rsid w:val="00C67E92"/>
    <w:rsid w:val="00C70A26"/>
    <w:rsid w:val="00C766DF"/>
    <w:rsid w:val="00C90764"/>
    <w:rsid w:val="00C94B98"/>
    <w:rsid w:val="00CA2B96"/>
    <w:rsid w:val="00CA5089"/>
    <w:rsid w:val="00CC240D"/>
    <w:rsid w:val="00CC326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6C5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526A"/>
    <w:rsid w:val="00E77E88"/>
    <w:rsid w:val="00E8107D"/>
    <w:rsid w:val="00E960BB"/>
    <w:rsid w:val="00EA2074"/>
    <w:rsid w:val="00EA4832"/>
    <w:rsid w:val="00EA4E9D"/>
    <w:rsid w:val="00EC4899"/>
    <w:rsid w:val="00ED03AB"/>
    <w:rsid w:val="00ED211B"/>
    <w:rsid w:val="00ED32D2"/>
    <w:rsid w:val="00EE32DE"/>
    <w:rsid w:val="00EE3FDE"/>
    <w:rsid w:val="00EE5457"/>
    <w:rsid w:val="00F070AB"/>
    <w:rsid w:val="00F17567"/>
    <w:rsid w:val="00F177B2"/>
    <w:rsid w:val="00F27A7B"/>
    <w:rsid w:val="00F526AF"/>
    <w:rsid w:val="00F56CF1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C6062A"/>
  </w:style>
  <w:style w:type="character" w:styleId="Odwoaniedokomentarza">
    <w:name w:val="annotation reference"/>
    <w:basedOn w:val="Domylnaczcionkaakapitu"/>
    <w:uiPriority w:val="99"/>
    <w:semiHidden/>
    <w:unhideWhenUsed/>
    <w:rsid w:val="00C53C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3C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3C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3C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3C74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D6755-6DAC-430F-934E-252A2BE1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815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Krystian</cp:lastModifiedBy>
  <cp:revision>12</cp:revision>
  <cp:lastPrinted>2019-02-06T12:12:00Z</cp:lastPrinted>
  <dcterms:created xsi:type="dcterms:W3CDTF">2020-12-04T07:25:00Z</dcterms:created>
  <dcterms:modified xsi:type="dcterms:W3CDTF">2025-11-21T09:41:00Z</dcterms:modified>
</cp:coreProperties>
</file>